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C0" w:rsidRDefault="00353310">
      <w:bookmarkStart w:id="0" w:name="_GoBack"/>
      <w:bookmarkEnd w:id="0"/>
      <w:r>
        <w:t>Studio Application</w:t>
      </w:r>
      <w:r w:rsidR="009757CC">
        <w:t xml:space="preserve"> rubric</w:t>
      </w:r>
    </w:p>
    <w:p w:rsidR="00353310" w:rsidRDefault="00353310"/>
    <w:p w:rsidR="00353310" w:rsidRDefault="00877EA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3856355</wp:posOffset>
                </wp:positionH>
                <wp:positionV relativeFrom="paragraph">
                  <wp:posOffset>5558155</wp:posOffset>
                </wp:positionV>
                <wp:extent cx="2204085" cy="2270125"/>
                <wp:effectExtent l="0" t="0" r="31115" b="1587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4085" cy="22701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ysClr val="windowText" lastClr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9757CC" w:rsidRDefault="009757CC" w:rsidP="009757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303.65pt;margin-top:437.65pt;width:173.55pt;height:1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" filled="f" strokecolor="windowText">
                <v:path arrowok="t"/>
                <v:textbox>
                  <w:txbxContent>
                    <w:p w:rsidR="009757CC" w:rsidRDefault="009757CC" w:rsidP="009757CC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1569085</wp:posOffset>
                </wp:positionH>
                <wp:positionV relativeFrom="paragraph">
                  <wp:posOffset>5558155</wp:posOffset>
                </wp:positionV>
                <wp:extent cx="2204085" cy="2270125"/>
                <wp:effectExtent l="0" t="0" r="31115" b="1587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4085" cy="22701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ysClr val="windowText" lastClr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9757CC" w:rsidRDefault="009757CC" w:rsidP="009757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23.55pt;margin-top:437.65pt;width:173.55pt;height:17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" filled="f" strokecolor="windowText">
                <v:path arrowok="t"/>
                <v:textbox>
                  <w:txbxContent>
                    <w:p w:rsidR="009757CC" w:rsidRDefault="009757CC" w:rsidP="009757CC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-717550</wp:posOffset>
                </wp:positionH>
                <wp:positionV relativeFrom="paragraph">
                  <wp:posOffset>5558155</wp:posOffset>
                </wp:positionV>
                <wp:extent cx="2204085" cy="2270125"/>
                <wp:effectExtent l="0" t="0" r="31115" b="158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4085" cy="22701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ysClr val="windowText" lastClr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E60128" w:rsidRDefault="00E601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56.45pt;margin-top:437.65pt;width:173.55pt;height:17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" filled="f" strokecolor="windowText">
                <v:path arrowok="t"/>
                <v:textbox>
                  <w:txbxContent>
                    <w:p w:rsidR="00E60128" w:rsidRDefault="00E6012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-741680</wp:posOffset>
                </wp:positionH>
                <wp:positionV relativeFrom="paragraph">
                  <wp:posOffset>364490</wp:posOffset>
                </wp:positionV>
                <wp:extent cx="6915150" cy="503110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15150" cy="50311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10588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1843"/>
                              <w:gridCol w:w="1321"/>
                              <w:gridCol w:w="1321"/>
                              <w:gridCol w:w="1322"/>
                              <w:gridCol w:w="1321"/>
                              <w:gridCol w:w="1321"/>
                              <w:gridCol w:w="1322"/>
                            </w:tblGrid>
                            <w:tr w:rsidR="00353310" w:rsidRPr="009C0479" w:rsidTr="009C0479">
                              <w:trPr>
                                <w:cantSplit/>
                                <w:trHeight w:val="1408"/>
                              </w:trPr>
                              <w:tc>
                                <w:tcPr>
                                  <w:tcW w:w="817" w:type="dxa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353310" w:rsidRPr="009C0479" w:rsidRDefault="007B7DE0" w:rsidP="009C0479">
                                  <w:pPr>
                                    <w:ind w:left="113" w:right="113"/>
                                    <w:jc w:val="center"/>
                                  </w:pPr>
                                  <w:r w:rsidRPr="009C0479">
                                    <w:t xml:space="preserve"> </w:t>
                                  </w:r>
                                  <w:r w:rsidR="0003594C" w:rsidRPr="009C0479">
                                    <w:t xml:space="preserve"> </w:t>
                                  </w:r>
                                  <w:r w:rsidR="00353310" w:rsidRPr="009C0479"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auto"/>
                                  <w:vAlign w:val="center"/>
                                </w:tcPr>
                                <w:p w:rsidR="00353310" w:rsidRPr="009C0479" w:rsidRDefault="0003594C" w:rsidP="007B7DE0">
                                  <w:pPr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9C0479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Pr="009C0479" w:rsidRDefault="00353310" w:rsidP="00D16C3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C0479">
                                    <w:rPr>
                                      <w:sz w:val="16"/>
                                      <w:szCs w:val="16"/>
                                    </w:rPr>
                                    <w:t>Studio work goes well beyond expectations in conveying understanding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/>
                                  <w:vAlign w:val="center"/>
                                </w:tcPr>
                                <w:p w:rsidR="00353310" w:rsidRPr="009C0479" w:rsidRDefault="00353310" w:rsidP="00D16C3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C0479">
                                    <w:rPr>
                                      <w:sz w:val="16"/>
                                      <w:szCs w:val="16"/>
                                    </w:rPr>
                                    <w:t>Studio work shows an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353310" w:rsidRPr="009C0479" w:rsidRDefault="00353310" w:rsidP="00D16C3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C0479">
                                    <w:rPr>
                                      <w:sz w:val="16"/>
                                      <w:szCs w:val="16"/>
                                    </w:rPr>
                                    <w:t xml:space="preserve"> Studio work shows a nearly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/>
                                  <w:vAlign w:val="center"/>
                                </w:tcPr>
                                <w:p w:rsidR="00353310" w:rsidRPr="009C0479" w:rsidRDefault="00353310" w:rsidP="00D16C3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C0479">
                                    <w:rPr>
                                      <w:sz w:val="16"/>
                                      <w:szCs w:val="16"/>
                                    </w:rPr>
                                    <w:t>Studio work shows an emerging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Pr="009C0479" w:rsidRDefault="00353310" w:rsidP="00D16C3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C0479">
                                    <w:rPr>
                                      <w:sz w:val="16"/>
                                      <w:szCs w:val="16"/>
                                    </w:rPr>
                                    <w:t>Studio work shows very little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/>
                                  <w:vAlign w:val="center"/>
                                </w:tcPr>
                                <w:p w:rsidR="00353310" w:rsidRPr="009C0479" w:rsidRDefault="00353310" w:rsidP="00D16C3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C0479">
                                    <w:rPr>
                                      <w:sz w:val="16"/>
                                      <w:szCs w:val="16"/>
                                    </w:rPr>
                                    <w:t>Studio work not present or completely misses the mark</w:t>
                                  </w:r>
                                </w:p>
                              </w:tc>
                            </w:tr>
                            <w:tr w:rsidR="00353310" w:rsidRPr="009C0479" w:rsidTr="009C0479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FDE9D9"/>
                                  <w:textDirection w:val="btLr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C0479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Develop Craft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FBD4B4"/>
                                </w:tcPr>
                                <w:p w:rsidR="00353310" w:rsidRPr="009C0479" w:rsidRDefault="00353310" w:rsidP="00D16C3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C0479">
                                    <w:rPr>
                                      <w:sz w:val="16"/>
                                      <w:szCs w:val="16"/>
                                    </w:rPr>
                                    <w:t>Your artwork shows a developed skill with the media used and 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11</w:t>
                                  </w:r>
                                </w:p>
                              </w:tc>
                            </w:tr>
                            <w:tr w:rsidR="00353310" w:rsidRPr="009C0479" w:rsidTr="009C0479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DAEEF3"/>
                                  <w:textDirection w:val="btLr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353310" w:rsidRPr="009C0479" w:rsidRDefault="00353310" w:rsidP="009C047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C0479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  <w:p w:rsidR="00353310" w:rsidRPr="009C0479" w:rsidRDefault="00353310" w:rsidP="009C047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B6DDE8"/>
                                </w:tcPr>
                                <w:p w:rsidR="00353310" w:rsidRPr="009C0479" w:rsidRDefault="00353310" w:rsidP="0035331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C0479">
                                    <w:rPr>
                                      <w:sz w:val="16"/>
                                      <w:szCs w:val="16"/>
                                    </w:rPr>
                                    <w:t>You develop</w:t>
                                  </w:r>
                                  <w:r w:rsidR="00F31E8E" w:rsidRPr="009C0479">
                                    <w:rPr>
                                      <w:sz w:val="16"/>
                                      <w:szCs w:val="16"/>
                                    </w:rPr>
                                    <w:t>ed</w:t>
                                  </w:r>
                                  <w:r w:rsidRPr="009C0479">
                                    <w:rPr>
                                      <w:sz w:val="16"/>
                                      <w:szCs w:val="16"/>
                                    </w:rPr>
                                    <w:t xml:space="preserve"> your initial ideas into a finished artwork and you found a unique and personal visual solution that avoided obvious </w:t>
                                  </w:r>
                                  <w:r w:rsidR="00882B10" w:rsidRPr="009C0479">
                                    <w:rPr>
                                      <w:sz w:val="16"/>
                                      <w:szCs w:val="16"/>
                                    </w:rPr>
                                    <w:t>clichés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11</w:t>
                                  </w:r>
                                </w:p>
                              </w:tc>
                            </w:tr>
                            <w:tr w:rsidR="00353310" w:rsidRPr="009C0479" w:rsidTr="009C0479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5DFEC"/>
                                  <w:textDirection w:val="btLr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353310" w:rsidRPr="009C0479" w:rsidRDefault="00353310" w:rsidP="009C047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C0479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  <w:p w:rsidR="00353310" w:rsidRPr="009C0479" w:rsidRDefault="00353310" w:rsidP="009C047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CCC0D9"/>
                                </w:tcPr>
                                <w:p w:rsidR="00353310" w:rsidRPr="009C0479" w:rsidRDefault="00353310" w:rsidP="00D16C3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C0479">
                                    <w:rPr>
                                      <w:sz w:val="16"/>
                                      <w:szCs w:val="16"/>
                                    </w:rPr>
                                    <w:t xml:space="preserve">You considered and integrated all aspects of your composition so that your artwork </w:t>
                                  </w:r>
                                  <w:r w:rsidRPr="009C0479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communicates </w:t>
                                  </w:r>
                                  <w:r w:rsidRPr="009C0479">
                                    <w:rPr>
                                      <w:sz w:val="16"/>
                                      <w:szCs w:val="16"/>
                                    </w:rPr>
                                    <w:t xml:space="preserve">your “big ideas” </w:t>
                                  </w:r>
                                  <w:r w:rsidRPr="009C0479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effectively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11</w:t>
                                  </w:r>
                                </w:p>
                              </w:tc>
                            </w:tr>
                            <w:tr w:rsidR="00353310" w:rsidRPr="009C0479" w:rsidTr="009C0479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AF1DD"/>
                                  <w:textDirection w:val="btLr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C0479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Stretch and Explore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D6E3BC"/>
                                </w:tcPr>
                                <w:p w:rsidR="00353310" w:rsidRPr="009C0479" w:rsidRDefault="00353310" w:rsidP="00F31E8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C0479">
                                    <w:rPr>
                                      <w:sz w:val="16"/>
                                      <w:szCs w:val="16"/>
                                    </w:rPr>
                                    <w:t xml:space="preserve">You planned and experimented with multiple solutions in order to explore </w:t>
                                  </w:r>
                                  <w:r w:rsidRPr="009C0479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creative possibilities</w:t>
                                  </w:r>
                                  <w:r w:rsidRPr="009C0479">
                                    <w:rPr>
                                      <w:sz w:val="16"/>
                                      <w:szCs w:val="16"/>
                                    </w:rPr>
                                    <w:t xml:space="preserve"> before deciding on your course of action</w:t>
                                  </w:r>
                                  <w:r w:rsidR="00F31E8E" w:rsidRPr="009C0479"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11</w:t>
                                  </w:r>
                                </w:p>
                              </w:tc>
                            </w:tr>
                            <w:tr w:rsidR="00353310" w:rsidRPr="009C0479" w:rsidTr="009C0479">
                              <w:trPr>
                                <w:cantSplit/>
                                <w:trHeight w:val="1264"/>
                              </w:trPr>
                              <w:tc>
                                <w:tcPr>
                                  <w:tcW w:w="817" w:type="dxa"/>
                                  <w:shd w:val="clear" w:color="auto" w:fill="F2DBDB"/>
                                  <w:textDirection w:val="btLr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C0479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E5B8B7"/>
                                </w:tcPr>
                                <w:p w:rsidR="00353310" w:rsidRPr="009C0479" w:rsidRDefault="00353310" w:rsidP="00D16C3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C0479">
                                    <w:rPr>
                                      <w:sz w:val="16"/>
                                      <w:szCs w:val="16"/>
                                    </w:rPr>
                                    <w:t xml:space="preserve">You showed persistence in </w:t>
                                  </w:r>
                                  <w:r w:rsidRPr="009C0479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achieving quality</w:t>
                                  </w:r>
                                  <w:r w:rsidRPr="009C0479">
                                    <w:rPr>
                                      <w:sz w:val="16"/>
                                      <w:szCs w:val="16"/>
                                    </w:rPr>
                                    <w:t xml:space="preserve"> results and refined work based on your own observations and feedback from others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/>
                                  <w:vAlign w:val="center"/>
                                </w:tcPr>
                                <w:p w:rsidR="00353310" w:rsidRPr="009C0479" w:rsidRDefault="00353310" w:rsidP="009C0479">
                                  <w:pPr>
                                    <w:jc w:val="center"/>
                                  </w:pPr>
                                  <w:r w:rsidRPr="009C0479">
                                    <w:t>11</w:t>
                                  </w:r>
                                </w:p>
                              </w:tc>
                            </w:tr>
                          </w:tbl>
                          <w:p w:rsidR="00353310" w:rsidRDefault="00353310" w:rsidP="003533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9" type="#_x0000_t202" style="position:absolute;margin-left:-58.35pt;margin-top:28.7pt;width:544.5pt;height:396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" fillcolor="window" stroked="f" strokeweight=".5pt">
                <v:path arrowok="t"/>
                <v:textbox>
                  <w:txbxContent>
                    <w:tbl>
                      <w:tblPr>
                        <w:tblW w:w="10588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1843"/>
                        <w:gridCol w:w="1321"/>
                        <w:gridCol w:w="1321"/>
                        <w:gridCol w:w="1322"/>
                        <w:gridCol w:w="1321"/>
                        <w:gridCol w:w="1321"/>
                        <w:gridCol w:w="1322"/>
                      </w:tblGrid>
                      <w:tr w:rsidR="00353310" w:rsidRPr="009C0479" w:rsidTr="009C0479">
                        <w:trPr>
                          <w:cantSplit/>
                          <w:trHeight w:val="1408"/>
                        </w:trPr>
                        <w:tc>
                          <w:tcPr>
                            <w:tcW w:w="817" w:type="dxa"/>
                            <w:shd w:val="clear" w:color="auto" w:fill="auto"/>
                            <w:textDirection w:val="btLr"/>
                            <w:vAlign w:val="center"/>
                          </w:tcPr>
                          <w:p w:rsidR="00353310" w:rsidRPr="009C0479" w:rsidRDefault="007B7DE0" w:rsidP="009C0479">
                            <w:pPr>
                              <w:ind w:left="113" w:right="113"/>
                              <w:jc w:val="center"/>
                            </w:pPr>
                            <w:r w:rsidRPr="009C0479">
                              <w:t xml:space="preserve"> </w:t>
                            </w:r>
                            <w:r w:rsidR="0003594C" w:rsidRPr="009C0479">
                              <w:t xml:space="preserve"> </w:t>
                            </w:r>
                            <w:r w:rsidR="00353310" w:rsidRPr="009C0479">
                              <w:t xml:space="preserve"> 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auto"/>
                            <w:vAlign w:val="center"/>
                          </w:tcPr>
                          <w:p w:rsidR="00353310" w:rsidRPr="009C0479" w:rsidRDefault="0003594C" w:rsidP="007B7DE0">
                            <w:pPr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9C0479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Pr="009C0479" w:rsidRDefault="00353310" w:rsidP="00D16C3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479">
                              <w:rPr>
                                <w:sz w:val="16"/>
                                <w:szCs w:val="16"/>
                              </w:rPr>
                              <w:t>Studio work goes well beyond expectations in conveying understanding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/>
                            <w:vAlign w:val="center"/>
                          </w:tcPr>
                          <w:p w:rsidR="00353310" w:rsidRPr="009C0479" w:rsidRDefault="00353310" w:rsidP="00D16C3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479">
                              <w:rPr>
                                <w:sz w:val="16"/>
                                <w:szCs w:val="16"/>
                              </w:rPr>
                              <w:t>Studio work shows an complete 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353310" w:rsidRPr="009C0479" w:rsidRDefault="00353310" w:rsidP="00D16C3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479">
                              <w:rPr>
                                <w:sz w:val="16"/>
                                <w:szCs w:val="16"/>
                              </w:rPr>
                              <w:t xml:space="preserve"> Studio work shows a nearly complete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/>
                            <w:vAlign w:val="center"/>
                          </w:tcPr>
                          <w:p w:rsidR="00353310" w:rsidRPr="009C0479" w:rsidRDefault="00353310" w:rsidP="00D16C3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479">
                              <w:rPr>
                                <w:sz w:val="16"/>
                                <w:szCs w:val="16"/>
                              </w:rPr>
                              <w:t>Studio work shows an emerging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Pr="009C0479" w:rsidRDefault="00353310" w:rsidP="00D16C3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479">
                              <w:rPr>
                                <w:sz w:val="16"/>
                                <w:szCs w:val="16"/>
                              </w:rPr>
                              <w:t>Studio work shows very little 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/>
                            <w:vAlign w:val="center"/>
                          </w:tcPr>
                          <w:p w:rsidR="00353310" w:rsidRPr="009C0479" w:rsidRDefault="00353310" w:rsidP="00D16C3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479">
                              <w:rPr>
                                <w:sz w:val="16"/>
                                <w:szCs w:val="16"/>
                              </w:rPr>
                              <w:t>Studio work not present or completely misses the mark</w:t>
                            </w:r>
                          </w:p>
                        </w:tc>
                      </w:tr>
                      <w:tr w:rsidR="00353310" w:rsidRPr="009C0479" w:rsidTr="009C0479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FDE9D9"/>
                            <w:textDirection w:val="btLr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C047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Develop Craft 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FBD4B4"/>
                          </w:tcPr>
                          <w:p w:rsidR="00353310" w:rsidRPr="009C0479" w:rsidRDefault="00353310" w:rsidP="00D16C3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479">
                              <w:rPr>
                                <w:sz w:val="16"/>
                                <w:szCs w:val="16"/>
                              </w:rPr>
                              <w:t>Your artwork shows a developed skill with the media used and shows attention to detail and care and skill in construction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11</w:t>
                            </w:r>
                          </w:p>
                        </w:tc>
                      </w:tr>
                      <w:tr w:rsidR="00353310" w:rsidRPr="009C0479" w:rsidTr="009C0479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DAEEF3"/>
                            <w:textDirection w:val="btLr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353310" w:rsidRPr="009C0479" w:rsidRDefault="00353310" w:rsidP="009C047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C0479">
                              <w:rPr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  <w:p w:rsidR="00353310" w:rsidRPr="009C0479" w:rsidRDefault="00353310" w:rsidP="009C047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B6DDE8"/>
                          </w:tcPr>
                          <w:p w:rsidR="00353310" w:rsidRPr="009C0479" w:rsidRDefault="00353310" w:rsidP="003533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479">
                              <w:rPr>
                                <w:sz w:val="16"/>
                                <w:szCs w:val="16"/>
                              </w:rPr>
                              <w:t>You develop</w:t>
                            </w:r>
                            <w:r w:rsidR="00F31E8E" w:rsidRPr="009C0479">
                              <w:rPr>
                                <w:sz w:val="16"/>
                                <w:szCs w:val="16"/>
                              </w:rPr>
                              <w:t>ed</w:t>
                            </w:r>
                            <w:r w:rsidRPr="009C0479">
                              <w:rPr>
                                <w:sz w:val="16"/>
                                <w:szCs w:val="16"/>
                              </w:rPr>
                              <w:t xml:space="preserve"> your initial ideas into a finished artwork and you found a unique and personal visual solution that avoided obvious </w:t>
                            </w:r>
                            <w:r w:rsidR="00882B10" w:rsidRPr="009C0479">
                              <w:rPr>
                                <w:sz w:val="16"/>
                                <w:szCs w:val="16"/>
                              </w:rPr>
                              <w:t>clichés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11</w:t>
                            </w:r>
                          </w:p>
                        </w:tc>
                      </w:tr>
                      <w:tr w:rsidR="00353310" w:rsidRPr="009C0479" w:rsidTr="009C0479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5DFEC"/>
                            <w:textDirection w:val="btLr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353310" w:rsidRPr="009C0479" w:rsidRDefault="00353310" w:rsidP="009C047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C0479">
                              <w:rPr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  <w:p w:rsidR="00353310" w:rsidRPr="009C0479" w:rsidRDefault="00353310" w:rsidP="009C047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CCC0D9"/>
                          </w:tcPr>
                          <w:p w:rsidR="00353310" w:rsidRPr="009C0479" w:rsidRDefault="00353310" w:rsidP="00D16C3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479">
                              <w:rPr>
                                <w:sz w:val="16"/>
                                <w:szCs w:val="16"/>
                              </w:rPr>
                              <w:t xml:space="preserve">You considered and integrated all aspects of your composition so that your artwork </w:t>
                            </w:r>
                            <w:r w:rsidRPr="009C047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communicates </w:t>
                            </w:r>
                            <w:r w:rsidRPr="009C0479">
                              <w:rPr>
                                <w:sz w:val="16"/>
                                <w:szCs w:val="16"/>
                              </w:rPr>
                              <w:t xml:space="preserve">your “big ideas” </w:t>
                            </w:r>
                            <w:r w:rsidRPr="009C0479">
                              <w:rPr>
                                <w:b/>
                                <w:sz w:val="16"/>
                                <w:szCs w:val="16"/>
                              </w:rPr>
                              <w:t>effectively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11</w:t>
                            </w:r>
                          </w:p>
                        </w:tc>
                      </w:tr>
                      <w:tr w:rsidR="00353310" w:rsidRPr="009C0479" w:rsidTr="009C0479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AF1DD"/>
                            <w:textDirection w:val="btLr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C0479">
                              <w:rPr>
                                <w:b/>
                                <w:sz w:val="16"/>
                                <w:szCs w:val="16"/>
                              </w:rPr>
                              <w:t>Stretch and Explore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D6E3BC"/>
                          </w:tcPr>
                          <w:p w:rsidR="00353310" w:rsidRPr="009C0479" w:rsidRDefault="00353310" w:rsidP="00F31E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479">
                              <w:rPr>
                                <w:sz w:val="16"/>
                                <w:szCs w:val="16"/>
                              </w:rPr>
                              <w:t xml:space="preserve">You planned and experimented with multiple solutions in order to explore </w:t>
                            </w:r>
                            <w:r w:rsidRPr="009C0479">
                              <w:rPr>
                                <w:b/>
                                <w:sz w:val="16"/>
                                <w:szCs w:val="16"/>
                              </w:rPr>
                              <w:t>creative possibilities</w:t>
                            </w:r>
                            <w:r w:rsidRPr="009C0479">
                              <w:rPr>
                                <w:sz w:val="16"/>
                                <w:szCs w:val="16"/>
                              </w:rPr>
                              <w:t xml:space="preserve"> before deciding on your course of action</w:t>
                            </w:r>
                            <w:r w:rsidR="00F31E8E" w:rsidRPr="009C0479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11</w:t>
                            </w:r>
                          </w:p>
                        </w:tc>
                      </w:tr>
                      <w:tr w:rsidR="00353310" w:rsidRPr="009C0479" w:rsidTr="009C0479">
                        <w:trPr>
                          <w:cantSplit/>
                          <w:trHeight w:val="1264"/>
                        </w:trPr>
                        <w:tc>
                          <w:tcPr>
                            <w:tcW w:w="817" w:type="dxa"/>
                            <w:shd w:val="clear" w:color="auto" w:fill="F2DBDB"/>
                            <w:textDirection w:val="btLr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C0479">
                              <w:rPr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E5B8B7"/>
                          </w:tcPr>
                          <w:p w:rsidR="00353310" w:rsidRPr="009C0479" w:rsidRDefault="00353310" w:rsidP="00D16C3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479">
                              <w:rPr>
                                <w:sz w:val="16"/>
                                <w:szCs w:val="16"/>
                              </w:rPr>
                              <w:t xml:space="preserve">You showed persistence in </w:t>
                            </w:r>
                            <w:r w:rsidRPr="009C0479">
                              <w:rPr>
                                <w:b/>
                                <w:sz w:val="16"/>
                                <w:szCs w:val="16"/>
                              </w:rPr>
                              <w:t>achieving quality</w:t>
                            </w:r>
                            <w:r w:rsidRPr="009C0479">
                              <w:rPr>
                                <w:sz w:val="16"/>
                                <w:szCs w:val="16"/>
                              </w:rPr>
                              <w:t xml:space="preserve"> results and refined work based on your own observations and feedback from others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/>
                            <w:vAlign w:val="center"/>
                          </w:tcPr>
                          <w:p w:rsidR="00353310" w:rsidRPr="009C0479" w:rsidRDefault="00353310" w:rsidP="009C0479">
                            <w:pPr>
                              <w:jc w:val="center"/>
                            </w:pPr>
                            <w:r w:rsidRPr="009C0479">
                              <w:t>11</w:t>
                            </w:r>
                          </w:p>
                        </w:tc>
                      </w:tr>
                    </w:tbl>
                    <w:p w:rsidR="00353310" w:rsidRDefault="00353310" w:rsidP="00353310"/>
                  </w:txbxContent>
                </v:textbox>
              </v:shape>
            </w:pict>
          </mc:Fallback>
        </mc:AlternateContent>
      </w:r>
      <w:r w:rsidR="00353310">
        <w:t>Below is the assessment rubric for this part of the project.</w:t>
      </w:r>
      <w:r w:rsidR="00341342">
        <w:t xml:space="preserve">  Click here for comments</w:t>
      </w:r>
    </w:p>
    <w:sectPr w:rsidR="00353310" w:rsidSect="005123B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AB"/>
    <w:rsid w:val="0003594C"/>
    <w:rsid w:val="001A1940"/>
    <w:rsid w:val="001D5BDA"/>
    <w:rsid w:val="00341342"/>
    <w:rsid w:val="00353310"/>
    <w:rsid w:val="005123BC"/>
    <w:rsid w:val="00515CC0"/>
    <w:rsid w:val="007A59A2"/>
    <w:rsid w:val="007B7DE0"/>
    <w:rsid w:val="00877EAB"/>
    <w:rsid w:val="00882B10"/>
    <w:rsid w:val="009757CC"/>
    <w:rsid w:val="009C0479"/>
    <w:rsid w:val="00D16C31"/>
    <w:rsid w:val="00E60128"/>
    <w:rsid w:val="00F31E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rPr>
      <w:sz w:val="22"/>
      <w:szCs w:val="22"/>
      <w:lang w:eastAsia="ko-K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rPr>
      <w:sz w:val="22"/>
      <w:szCs w:val="22"/>
      <w:lang w:eastAsia="ko-K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3%20works%20Studio%20Application%20rubric%20201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98BFDF-8003-0843-B990-BB646F0BF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 works Studio Application rubric 2014.dot</Template>
  <TotalTime>0</TotalTime>
  <Pages>1</Pages>
  <Words>17</Words>
  <Characters>100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dcterms:created xsi:type="dcterms:W3CDTF">2014-04-10T00:15:00Z</dcterms:created>
  <dcterms:modified xsi:type="dcterms:W3CDTF">2014-04-10T00:15:00Z</dcterms:modified>
</cp:coreProperties>
</file>